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896CF" w14:textId="1BE64839" w:rsidR="00207F13" w:rsidRDefault="00207F13" w:rsidP="00207F13">
      <w:pPr>
        <w:pStyle w:val="Pealkiri"/>
        <w:jc w:val="left"/>
      </w:pPr>
      <w:r>
        <w:t>Lisa 2 Projekteerimisleping</w:t>
      </w:r>
    </w:p>
    <w:p w14:paraId="23FE8C3A" w14:textId="77777777" w:rsidR="00207F13" w:rsidRDefault="00207F13" w:rsidP="00207F13">
      <w:pPr>
        <w:pStyle w:val="Pealkiri"/>
        <w:jc w:val="left"/>
      </w:pPr>
    </w:p>
    <w:p w14:paraId="1284FD02" w14:textId="34730B9A" w:rsidR="00207F13" w:rsidRPr="00100752" w:rsidRDefault="00D07E0A" w:rsidP="00207F13">
      <w:pPr>
        <w:pStyle w:val="Pealkiri"/>
        <w:jc w:val="left"/>
        <w:rPr>
          <w:rFonts w:eastAsia="Calibri"/>
          <w:szCs w:val="22"/>
        </w:rPr>
      </w:pPr>
      <w:r w:rsidRPr="00100752">
        <w:t>PROJEKTEERIMIS</w:t>
      </w:r>
      <w:r w:rsidR="00B02111" w:rsidRPr="00100752">
        <w:t>LEPING</w:t>
      </w:r>
      <w:r w:rsidR="00EA4B8C">
        <w:t xml:space="preserve"> 1-18</w:t>
      </w:r>
      <w:r w:rsidR="00033016">
        <w:t>/2024/</w:t>
      </w:r>
      <w:r w:rsidR="00443B42">
        <w:t xml:space="preserve"> 115</w:t>
      </w:r>
    </w:p>
    <w:p w14:paraId="2980AD60" w14:textId="77777777" w:rsidR="006669FD" w:rsidRPr="00100752" w:rsidRDefault="006669FD" w:rsidP="006669FD">
      <w:pPr>
        <w:jc w:val="both"/>
      </w:pPr>
    </w:p>
    <w:p w14:paraId="4887FBCA" w14:textId="4829C2DE"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FB7B64">
        <w:t xml:space="preserve"> </w:t>
      </w:r>
      <w:r w:rsidR="00C417F3">
        <w:t>juhatuse liikme volituse 16.01.</w:t>
      </w:r>
      <w:r w:rsidR="00303665">
        <w:t xml:space="preserve">2024 1-5/ </w:t>
      </w:r>
      <w:r w:rsidR="00207F13">
        <w:t xml:space="preserve"> alusel </w:t>
      </w:r>
      <w:r w:rsidR="00303665">
        <w:t xml:space="preserve">Aili Küttim </w:t>
      </w:r>
      <w:r w:rsidR="00222E23" w:rsidRPr="00100752">
        <w:t>, ühelt poolt,</w:t>
      </w:r>
    </w:p>
    <w:p w14:paraId="23D34BE7" w14:textId="77777777" w:rsidR="00222E23" w:rsidRPr="00100752" w:rsidRDefault="00222E23" w:rsidP="00634FF0">
      <w:pPr>
        <w:jc w:val="both"/>
      </w:pPr>
    </w:p>
    <w:p w14:paraId="1379AAD0" w14:textId="003B2C75"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355F6D34" w:rsidR="00222E23" w:rsidRPr="00100752" w:rsidRDefault="006756AF" w:rsidP="00222E23">
      <w:pPr>
        <w:jc w:val="both"/>
      </w:pPr>
      <w:r>
        <w:rPr>
          <w:b/>
          <w:bCs/>
        </w:rPr>
        <w:t>Osaühing Klotoid</w:t>
      </w:r>
      <w:r w:rsidR="00207F13">
        <w:t xml:space="preserve"> (</w:t>
      </w:r>
      <w:r w:rsidR="00222E23" w:rsidRPr="00207F13">
        <w:rPr>
          <w:bCs/>
        </w:rPr>
        <w:t>edaspidi projekteerija</w:t>
      </w:r>
      <w:r w:rsidR="00207F13" w:rsidRPr="00207F13">
        <w:rPr>
          <w:bCs/>
        </w:rPr>
        <w:t>)</w:t>
      </w:r>
      <w:r w:rsidR="00222E23" w:rsidRPr="00EC3CBD">
        <w:rPr>
          <w:bCs/>
        </w:rPr>
        <w:t xml:space="preserve">, </w:t>
      </w:r>
      <w:r w:rsidR="00222E23" w:rsidRPr="00100752">
        <w:rPr>
          <w:iCs/>
        </w:rPr>
        <w:t>keda esindab</w:t>
      </w:r>
      <w:r w:rsidR="00E51C60">
        <w:rPr>
          <w:iCs/>
        </w:rPr>
        <w:t xml:space="preserve"> juhatuse liige Indrek Himmist</w:t>
      </w:r>
      <w:r w:rsidR="00207F13">
        <w:rPr>
          <w:iCs/>
        </w:rPr>
        <w:t>,</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009ABDB5" w:rsidR="00634FF0" w:rsidRPr="00207F13" w:rsidRDefault="00634FF0" w:rsidP="009126C5">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093F12">
            <w:t>liht</w:t>
          </w:r>
          <w:r w:rsidR="00334452" w:rsidRPr="00895B8C">
            <w:t>hanke</w:t>
          </w:r>
        </w:sdtContent>
      </w:sdt>
      <w:r w:rsidR="00B47672" w:rsidRPr="00895B8C">
        <w:t xml:space="preserve"> </w:t>
      </w:r>
      <w:r w:rsidR="007548FE" w:rsidRPr="00895B8C">
        <w:t xml:space="preserve">(DHS nr </w:t>
      </w:r>
      <w:r w:rsidR="00B47672" w:rsidRPr="00895B8C">
        <w:t>/</w:t>
      </w:r>
      <w:r w:rsidR="009126C5" w:rsidRPr="009126C5">
        <w:t>1-47.3124</w:t>
      </w:r>
      <w:r w:rsidR="009126C5">
        <w:t>/1</w:t>
      </w:r>
      <w:r w:rsidR="007548FE" w:rsidRPr="00895B8C">
        <w:t>)</w:t>
      </w:r>
      <w:r w:rsidR="00B47672" w:rsidRPr="00895B8C">
        <w:t xml:space="preserve"> </w:t>
      </w:r>
      <w:r w:rsidR="00597F16" w:rsidRPr="006833CD">
        <w:rPr>
          <w:i/>
          <w:iCs/>
        </w:rPr>
        <w:t>/“</w:t>
      </w:r>
      <w:r w:rsidR="00A15D1F" w:rsidRPr="006833CD">
        <w:rPr>
          <w:i/>
          <w:iCs/>
        </w:rPr>
        <w:t>Palli telkimisala</w:t>
      </w:r>
      <w:r w:rsidR="00597F16" w:rsidRPr="006833CD">
        <w:rPr>
          <w:i/>
          <w:iCs/>
        </w:rPr>
        <w:t xml:space="preserve"> projekteerimistööd</w:t>
      </w:r>
      <w:r w:rsidR="00A15D1F" w:rsidRPr="006833CD">
        <w:rPr>
          <w:i/>
          <w:iCs/>
        </w:rPr>
        <w:t xml:space="preserve"> (Osa 2)</w:t>
      </w:r>
      <w:r w:rsidR="00597F16" w:rsidRPr="006833CD">
        <w:rPr>
          <w:i/>
          <w:iCs/>
        </w:rPr>
        <w:t>“/</w:t>
      </w:r>
      <w:r w:rsidR="00A15D1F" w:rsidRPr="006833CD">
        <w:rPr>
          <w:i/>
          <w:iCs/>
        </w:rPr>
        <w:t xml:space="preserve"> </w:t>
      </w:r>
      <w:r w:rsidR="00B47672" w:rsidRPr="00F734BD">
        <w:t xml:space="preserve"> </w:t>
      </w:r>
      <w:r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4FB75B49" w:rsidR="00CA3076" w:rsidRPr="00100752" w:rsidRDefault="00CD52E7" w:rsidP="0083037E">
      <w:pPr>
        <w:pStyle w:val="Pealkiri21"/>
        <w:jc w:val="both"/>
      </w:pPr>
      <w:r w:rsidRPr="00C63BFE">
        <w:t xml:space="preserve">Lepingu </w:t>
      </w:r>
      <w:r w:rsidR="00C10513" w:rsidRPr="00C63BFE">
        <w:t>objektik</w:t>
      </w:r>
      <w:r w:rsidRPr="00C63BFE">
        <w:t xml:space="preserve">s on </w:t>
      </w:r>
      <w:r w:rsidR="00A54A8B" w:rsidRPr="006833CD">
        <w:rPr>
          <w:i/>
          <w:iCs/>
          <w:u w:val="single"/>
        </w:rPr>
        <w:t>“Palli telkimisala projekteerimistööd (Osa 2)“</w:t>
      </w:r>
      <w:r w:rsidR="00A54A8B">
        <w:t xml:space="preserve"> </w:t>
      </w:r>
      <w:r w:rsidRPr="00C63BFE">
        <w:t>p</w:t>
      </w:r>
      <w:r w:rsidR="00D07E0A" w:rsidRPr="00C63BFE">
        <w:t>rojekteerija poolt projekteerimistööde ja nende tegemiseks vajalike uurimustööde tegemine ning sellega seotud asjaajamine</w:t>
      </w:r>
      <w:r w:rsidR="00A15311" w:rsidRPr="00C63BFE">
        <w:t xml:space="preserve"> </w:t>
      </w:r>
      <w:r w:rsidR="00D7447A" w:rsidRPr="00C63BFE">
        <w:t xml:space="preserve"> </w:t>
      </w:r>
      <w:r w:rsidR="00D07E0A" w:rsidRPr="00C63BFE">
        <w:t xml:space="preserve">edaspidi </w:t>
      </w:r>
      <w:r w:rsidRPr="00C63BFE">
        <w:t>o</w:t>
      </w:r>
      <w:r w:rsidR="00D07E0A" w:rsidRPr="00C63BFE">
        <w:t>bjekt</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3291A9AB"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w:t>
      </w:r>
      <w:r w:rsidRPr="00100752">
        <w:lastRenderedPageBreak/>
        <w:t xml:space="preserve">fikseeritud projekteerimistööde loetelu-graafikus, mis on </w:t>
      </w:r>
      <w:r w:rsidRPr="00312480">
        <w:t>lepingu lahutamatu lisa nr 3,</w:t>
      </w:r>
      <w:r w:rsidRPr="00100752">
        <w:t xml:space="preserve"> </w:t>
      </w:r>
      <w:r w:rsidRPr="00EC3CBD">
        <w:t xml:space="preserve">edaspidi </w:t>
      </w:r>
      <w:r w:rsidR="00CD52E7" w:rsidRPr="00EC3CBD">
        <w:t>p</w:t>
      </w:r>
      <w:r w:rsidRPr="00EC3CBD">
        <w:t>rojekteerimise tähtajad. Kogu proj</w:t>
      </w:r>
      <w:r w:rsidR="00662208" w:rsidRPr="00EC3CBD">
        <w:t xml:space="preserve">ekt peab valmis olema </w:t>
      </w:r>
      <w:r w:rsidR="00662208" w:rsidRPr="006833CD">
        <w:rPr>
          <w:i/>
          <w:iCs/>
        </w:rPr>
        <w:t>hiljemalt</w:t>
      </w:r>
      <w:r w:rsidRPr="006833CD">
        <w:rPr>
          <w:i/>
          <w:iCs/>
        </w:rPr>
        <w:t xml:space="preserve"> </w:t>
      </w:r>
      <w:r w:rsidR="00891ED1" w:rsidRPr="006833CD">
        <w:rPr>
          <w:i/>
          <w:iCs/>
        </w:rPr>
        <w:t>(</w:t>
      </w:r>
      <w:r w:rsidR="007C4EDC">
        <w:rPr>
          <w:i/>
          <w:iCs/>
        </w:rPr>
        <w:t>6</w:t>
      </w:r>
      <w:r w:rsidR="00891ED1" w:rsidRPr="006833CD">
        <w:rPr>
          <w:i/>
          <w:iCs/>
        </w:rPr>
        <w:t xml:space="preserve">) </w:t>
      </w:r>
      <w:r w:rsidR="007C4EDC">
        <w:rPr>
          <w:i/>
          <w:iCs/>
        </w:rPr>
        <w:t>kuus</w:t>
      </w:r>
      <w:r w:rsidR="00A858A3" w:rsidRPr="006833CD">
        <w:rPr>
          <w:i/>
          <w:iCs/>
        </w:rPr>
        <w:t xml:space="preserve"> </w:t>
      </w:r>
      <w:r w:rsidRPr="006833CD">
        <w:rPr>
          <w:i/>
          <w:iCs/>
        </w:rPr>
        <w:t>kuud</w:t>
      </w:r>
      <w:r w:rsidR="000B6C5B" w:rsidRPr="006833CD">
        <w:rPr>
          <w:i/>
          <w:iCs/>
        </w:rPr>
        <w:t xml:space="preserve"> (Osa1, 2)</w:t>
      </w:r>
      <w:r w:rsidR="00FF247C" w:rsidRPr="00FF247C">
        <w:t xml:space="preserve"> </w:t>
      </w:r>
      <w:r w:rsidRPr="00100752">
        <w:t>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4F0BA7C"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2544858A" w:rsidR="00CA3076" w:rsidRPr="001734FD" w:rsidRDefault="0035627B" w:rsidP="00BA6375">
      <w:pPr>
        <w:pStyle w:val="Pealkiri11"/>
        <w:jc w:val="both"/>
        <w:rPr>
          <w:b/>
        </w:rPr>
      </w:pPr>
      <w:r w:rsidRPr="001734FD">
        <w:rPr>
          <w:b/>
        </w:rPr>
        <w:t xml:space="preserve">Lepingu </w:t>
      </w:r>
      <w:r w:rsidR="00A1479A" w:rsidRPr="001734FD">
        <w:rPr>
          <w:b/>
        </w:rPr>
        <w:t>maksumus.</w:t>
      </w:r>
    </w:p>
    <w:p w14:paraId="1684F2B9" w14:textId="1FE06E36"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CE2217">
        <w:t>11 834</w:t>
      </w:r>
      <w:r w:rsidR="0025108B">
        <w:t xml:space="preserve">.-( koos käibemaksuga) </w:t>
      </w:r>
      <w:r w:rsidR="00CA3076" w:rsidRPr="00100752">
        <w:t xml:space="preserve">eurot, edaspidi </w:t>
      </w:r>
      <w:r w:rsidR="00CA3076" w:rsidRPr="00207F13">
        <w:rPr>
          <w:bCs/>
        </w:rPr>
        <w:t>tasu.</w:t>
      </w:r>
    </w:p>
    <w:p w14:paraId="05605184" w14:textId="153DA2BF"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r w:rsidR="00CA3076" w:rsidRPr="00100752">
        <w:t>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8993627"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28BF5BEC"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503639FC" w:rsidR="00CA3076" w:rsidRPr="00100752" w:rsidRDefault="00CA3076" w:rsidP="00BA6375">
      <w:pPr>
        <w:pStyle w:val="Pealkiri21"/>
        <w:jc w:val="both"/>
      </w:pPr>
      <w:r w:rsidRPr="00100752">
        <w:t>Tell</w:t>
      </w:r>
      <w:r w:rsidR="00CD52E7" w:rsidRPr="00100752">
        <w:t xml:space="preserve">ijal on õigus </w:t>
      </w:r>
      <w:r w:rsidRPr="00100752">
        <w:t xml:space="preserve">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w:t>
      </w:r>
      <w:r w:rsidRPr="00100752">
        <w:lastRenderedPageBreak/>
        <w:t xml:space="preserve">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7E9B512B" w:rsidR="00CA3076" w:rsidRPr="00100752" w:rsidRDefault="00CA3076" w:rsidP="00BA6375">
      <w:pPr>
        <w:pStyle w:val="Pealkiri21"/>
        <w:jc w:val="both"/>
      </w:pPr>
      <w:r w:rsidRPr="00100752">
        <w:t>Ob</w:t>
      </w:r>
      <w:r w:rsidR="00867887" w:rsidRPr="00100752">
        <w:t>jekti vastutav projekteerija on</w:t>
      </w:r>
      <w:r w:rsidRPr="00100752">
        <w:t xml:space="preserve"> </w:t>
      </w:r>
      <w:r w:rsidR="00620B4E">
        <w:rPr>
          <w:rFonts w:eastAsia="Calibri"/>
        </w:rPr>
        <w:t>Indrek Himmist</w:t>
      </w:r>
      <w:r w:rsidR="00207F13">
        <w:rPr>
          <w:rFonts w:eastAsia="Calibri"/>
        </w:rPr>
        <w:t xml:space="preserve">, </w:t>
      </w:r>
      <w:r w:rsidR="00B47672" w:rsidRPr="00100752">
        <w:t xml:space="preserve">tel </w:t>
      </w:r>
      <w:r w:rsidR="00874288">
        <w:t>+372 508 4489</w:t>
      </w:r>
      <w:r w:rsidR="0048584E" w:rsidRPr="00100752">
        <w:t xml:space="preserve">, e-post </w:t>
      </w:r>
      <w:r w:rsidR="009E64A1" w:rsidRPr="009E64A1">
        <w:rPr>
          <w:sz w:val="28"/>
          <w:szCs w:val="28"/>
          <w:lang w:eastAsia="et-EE"/>
        </w:rPr>
        <w:t>indrek@klotoid.ee</w:t>
      </w:r>
    </w:p>
    <w:p w14:paraId="51DAEACE" w14:textId="1DB6EADE" w:rsidR="001E6A44" w:rsidRPr="001E6A44" w:rsidRDefault="0048584E" w:rsidP="001E6A44">
      <w:pPr>
        <w:pStyle w:val="Pealkiri21"/>
        <w:jc w:val="both"/>
      </w:pPr>
      <w:r w:rsidRPr="001E6A44">
        <w:t>Projekteerija esindaja on</w:t>
      </w:r>
      <w:r w:rsidR="001E6A44" w:rsidRPr="001E6A44">
        <w:t xml:space="preserve"> Indrek Himmist,</w:t>
      </w:r>
      <w:r w:rsidR="00207F13" w:rsidRPr="001E6A44">
        <w:rPr>
          <w:rFonts w:eastAsia="Calibri"/>
        </w:rPr>
        <w:t xml:space="preserve"> </w:t>
      </w:r>
      <w:r w:rsidRPr="001E6A44">
        <w:rPr>
          <w:rFonts w:eastAsia="Calibri"/>
        </w:rPr>
        <w:t>tel</w:t>
      </w:r>
      <w:r w:rsidR="001E6A44" w:rsidRPr="001E6A44">
        <w:rPr>
          <w:rFonts w:eastAsia="Calibri"/>
        </w:rPr>
        <w:t xml:space="preserve"> 5084489 </w:t>
      </w:r>
      <w:r w:rsidRPr="001E6A44">
        <w:t>e-post</w:t>
      </w:r>
      <w:r w:rsidR="001E6A44" w:rsidRPr="001E6A44">
        <w:t xml:space="preserve">: </w:t>
      </w:r>
      <w:r w:rsidR="001E6A44" w:rsidRPr="0075493F">
        <w:rPr>
          <w:rStyle w:val="Hperlink"/>
        </w:rPr>
        <w:t>indrek@klotoid.ee</w:t>
      </w:r>
    </w:p>
    <w:p w14:paraId="56F1C27E" w14:textId="0C40E7DE" w:rsidR="003731BF" w:rsidRDefault="00CA3076" w:rsidP="00BA6375">
      <w:pPr>
        <w:pStyle w:val="Pealkiri21"/>
        <w:jc w:val="both"/>
      </w:pPr>
      <w:r w:rsidRPr="00100752">
        <w:t xml:space="preserve">Tellija </w:t>
      </w:r>
      <w:r w:rsidR="003731BF" w:rsidRPr="00100752">
        <w:t xml:space="preserve">esindaja on </w:t>
      </w:r>
      <w:r w:rsidR="002778DF">
        <w:rPr>
          <w:rFonts w:eastAsia="Calibri"/>
        </w:rPr>
        <w:t>Üllar Soonik</w:t>
      </w:r>
      <w:r w:rsidR="00207F13">
        <w:rPr>
          <w:rFonts w:eastAsia="Calibri"/>
        </w:rPr>
        <w:t xml:space="preserve">, </w:t>
      </w:r>
      <w:r w:rsidR="0048584E" w:rsidRPr="00100752">
        <w:rPr>
          <w:rFonts w:eastAsia="Calibri"/>
        </w:rPr>
        <w:t xml:space="preserve">tel </w:t>
      </w:r>
      <w:r w:rsidR="002778DF">
        <w:t>5158901</w:t>
      </w:r>
      <w:r w:rsidR="0048584E" w:rsidRPr="00100752">
        <w:t xml:space="preserve">, e-post </w:t>
      </w:r>
      <w:hyperlink r:id="rId8" w:history="1">
        <w:r w:rsidR="0002203F" w:rsidRPr="00EF60CC">
          <w:rPr>
            <w:rStyle w:val="Hperlink"/>
          </w:rPr>
          <w:t>ullar.soonik@rmk.ee</w:t>
        </w:r>
      </w:hyperlink>
    </w:p>
    <w:p w14:paraId="6826C212" w14:textId="77777777" w:rsidR="0002203F" w:rsidRPr="00100752" w:rsidRDefault="0002203F" w:rsidP="0002203F">
      <w:pPr>
        <w:pStyle w:val="Pealkiri21"/>
        <w:numPr>
          <w:ilvl w:val="0"/>
          <w:numId w:val="0"/>
        </w:numPr>
        <w:ind w:left="576"/>
        <w:jc w:val="both"/>
      </w:pP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lastRenderedPageBreak/>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75493F"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309D948C" w:rsidR="006F20A8" w:rsidRPr="00100752" w:rsidRDefault="006F20A8" w:rsidP="007337BF">
      <w:pPr>
        <w:pStyle w:val="Pealkiri21"/>
        <w:rPr>
          <w:lang w:eastAsia="ar-SA"/>
        </w:rPr>
      </w:pPr>
      <w:r w:rsidRPr="00100752">
        <w:rPr>
          <w:lang w:eastAsia="ar-SA"/>
        </w:rPr>
        <w:t xml:space="preserve">lisa nr 1 </w:t>
      </w:r>
      <w:r w:rsidR="00163203">
        <w:rPr>
          <w:lang w:eastAsia="ar-SA"/>
        </w:rPr>
        <w:t>Riigihanke v</w:t>
      </w:r>
      <w:r w:rsidR="00163203" w:rsidRPr="00163203">
        <w:rPr>
          <w:lang w:eastAsia="ar-SA"/>
        </w:rPr>
        <w:t>iitenumber: 280061</w:t>
      </w:r>
      <w:r w:rsidR="00163203">
        <w:rPr>
          <w:lang w:eastAsia="ar-SA"/>
        </w:rPr>
        <w:t xml:space="preserve"> alusdokumendid, mh  </w:t>
      </w:r>
      <w:r w:rsidRPr="00100752">
        <w:rPr>
          <w:lang w:eastAsia="ar-SA"/>
        </w:rPr>
        <w:t>Tellija lähteülesanded (</w:t>
      </w:r>
      <w:proofErr w:type="spellStart"/>
      <w:r w:rsidR="00163203">
        <w:rPr>
          <w:lang w:eastAsia="ar-SA"/>
        </w:rPr>
        <w:t>allalaetavad</w:t>
      </w:r>
      <w:proofErr w:type="spellEnd"/>
      <w:r w:rsidR="00163203">
        <w:rPr>
          <w:lang w:eastAsia="ar-SA"/>
        </w:rPr>
        <w:t xml:space="preserve"> Riigihangete registris</w:t>
      </w:r>
      <w:r w:rsidRPr="00100752">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6D8E3EAB" w:rsidR="002437D4" w:rsidRPr="00100752" w:rsidRDefault="00090AEC">
            <w:r>
              <w:t xml:space="preserve">Osaühing Klotoid </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2434834F" w:rsidR="002437D4" w:rsidRPr="00100752" w:rsidRDefault="002437D4">
            <w:r w:rsidRPr="00100752">
              <w:t xml:space="preserve">Registrikood </w:t>
            </w:r>
            <w:r w:rsidR="00681E56">
              <w:t>10207096</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31" w:type="dxa"/>
          </w:tcPr>
          <w:p w14:paraId="6AAA180E" w14:textId="7B190944" w:rsidR="002437D4" w:rsidRPr="00615BEA" w:rsidRDefault="00615BEA">
            <w:r w:rsidRPr="00615BEA">
              <w:rPr>
                <w:lang w:eastAsia="et-EE"/>
              </w:rPr>
              <w:t>Tehnika tn 20 Saaremaa vald 93815</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15F9753F" w:rsidR="002437D4" w:rsidRPr="00100752" w:rsidRDefault="002437D4">
            <w:r w:rsidRPr="00100752">
              <w:t xml:space="preserve">Tel </w:t>
            </w:r>
            <w:r w:rsidR="004C5858">
              <w:t>+372 508 4489</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68665AE2" w:rsidR="002437D4" w:rsidRPr="00100752" w:rsidRDefault="002437D4">
            <w:r w:rsidRPr="00100752">
              <w:t xml:space="preserve">E-post </w:t>
            </w:r>
            <w:r w:rsidR="004C5858">
              <w:t>indrek@klotoid</w:t>
            </w:r>
            <w:r w:rsidR="008D4A53">
              <w:t>.ee</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6ED92C4"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w:t>
      </w:r>
      <w:r w:rsidR="008D4A53">
        <w:rPr>
          <w:kern w:val="1"/>
          <w:szCs w:val="20"/>
          <w:lang w:eastAsia="ar-SA"/>
        </w:rPr>
        <w:t xml:space="preserve">osaühing Klotoid </w:t>
      </w:r>
      <w:r w:rsidRPr="00100752">
        <w:rPr>
          <w:kern w:val="1"/>
          <w:szCs w:val="20"/>
          <w:lang w:eastAsia="ar-SA"/>
        </w:rPr>
        <w:t xml:space="preserve">vahelise    </w:t>
      </w:r>
      <w:r w:rsidR="00CD67FC" w:rsidRPr="006833CD">
        <w:rPr>
          <w:i/>
          <w:iCs/>
        </w:rPr>
        <w:t>Palli telkimisala projekteerimistööd (Osa 2)</w:t>
      </w:r>
      <w:r w:rsidRPr="00100752">
        <w:rPr>
          <w:kern w:val="1"/>
          <w:szCs w:val="20"/>
          <w:lang w:eastAsia="ar-SA"/>
        </w:rPr>
        <w:t xml:space="preserve">projekteerimislepingu nr </w:t>
      </w:r>
      <w:r w:rsidR="00CD67FC">
        <w:rPr>
          <w:kern w:val="1"/>
          <w:szCs w:val="20"/>
          <w:lang w:eastAsia="ar-SA"/>
        </w:rPr>
        <w:t xml:space="preserve">1-18/ </w:t>
      </w:r>
      <w:r w:rsidRPr="00100752">
        <w:rPr>
          <w:kern w:val="1"/>
          <w:szCs w:val="20"/>
          <w:lang w:eastAsia="ar-SA"/>
        </w:rPr>
        <w:t xml:space="preserve">  </w:t>
      </w:r>
      <w:r w:rsidR="00EA4B8C">
        <w:rPr>
          <w:kern w:val="1"/>
          <w:szCs w:val="20"/>
          <w:lang w:eastAsia="ar-SA"/>
        </w:rPr>
        <w:t>2024/</w:t>
      </w:r>
      <w:r w:rsidRPr="00100752">
        <w:rPr>
          <w:kern w:val="1"/>
          <w:szCs w:val="20"/>
          <w:lang w:eastAsia="ar-SA"/>
        </w:rPr>
        <w:t xml:space="preserve">  </w:t>
      </w:r>
      <w:r w:rsidR="008F0566">
        <w:rPr>
          <w:kern w:val="1"/>
          <w:szCs w:val="20"/>
          <w:lang w:eastAsia="ar-SA"/>
        </w:rPr>
        <w:t xml:space="preserve">115 </w:t>
      </w:r>
      <w:r w:rsidRPr="00100752">
        <w:rPr>
          <w:kern w:val="1"/>
          <w:szCs w:val="20"/>
          <w:lang w:eastAsia="ar-SA"/>
        </w:rPr>
        <w:t xml:space="preserve">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3BFBF149"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p>
    <w:p w14:paraId="294CF439" w14:textId="77777777" w:rsidR="009E4534" w:rsidRPr="00100752" w:rsidRDefault="009E4534" w:rsidP="009E4534">
      <w:pPr>
        <w:tabs>
          <w:tab w:val="left" w:pos="0"/>
        </w:tabs>
        <w:suppressAutoHyphens/>
        <w:rPr>
          <w:kern w:val="1"/>
          <w:szCs w:val="20"/>
          <w:lang w:eastAsia="ar-SA"/>
        </w:rPr>
      </w:pPr>
    </w:p>
    <w:p w14:paraId="0841F777" w14:textId="54239C78"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00AF46DA">
        <w:rPr>
          <w:b/>
          <w:bCs/>
          <w:kern w:val="1"/>
          <w:szCs w:val="20"/>
          <w:lang w:eastAsia="ar-SA"/>
        </w:rPr>
        <w:t>/eelprojekt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0E52C6BE" w:rsidR="009E4534" w:rsidRPr="00100752" w:rsidRDefault="009E4534" w:rsidP="009E4534">
      <w:pPr>
        <w:suppressAutoHyphens/>
        <w:spacing w:after="120"/>
        <w:ind w:left="357"/>
        <w:jc w:val="both"/>
        <w:rPr>
          <w:kern w:val="1"/>
          <w:szCs w:val="20"/>
          <w:lang w:eastAsia="ar-SA"/>
        </w:rPr>
      </w:pPr>
      <w:r w:rsidRPr="00100752">
        <w:rPr>
          <w:kern w:val="1"/>
          <w:szCs w:val="20"/>
          <w:lang w:eastAsia="ar-SA"/>
        </w:rPr>
        <w:t xml:space="preserve">maksumus </w:t>
      </w:r>
      <w:r w:rsidR="00F31064">
        <w:rPr>
          <w:kern w:val="1"/>
          <w:szCs w:val="20"/>
          <w:lang w:eastAsia="ar-SA"/>
        </w:rPr>
        <w:t>3880,00</w:t>
      </w:r>
      <w:r w:rsidRPr="00100752">
        <w:rPr>
          <w:kern w:val="1"/>
          <w:szCs w:val="20"/>
          <w:lang w:eastAsia="ar-SA"/>
        </w:rPr>
        <w:t xml:space="preserve"> eurot</w:t>
      </w:r>
      <w:r w:rsidR="00301D54">
        <w:rPr>
          <w:kern w:val="1"/>
          <w:szCs w:val="20"/>
          <w:lang w:eastAsia="ar-SA"/>
        </w:rPr>
        <w:t>, millele lisandub käibemaks</w:t>
      </w:r>
      <w:r w:rsidRPr="00100752">
        <w:rPr>
          <w:kern w:val="1"/>
          <w:szCs w:val="20"/>
          <w:lang w:eastAsia="ar-SA"/>
        </w:rPr>
        <w:t>;</w:t>
      </w:r>
    </w:p>
    <w:p w14:paraId="400DD22A" w14:textId="7591494C" w:rsidR="009E4534" w:rsidRPr="00100752" w:rsidRDefault="009E4534" w:rsidP="009E4534">
      <w:pPr>
        <w:suppressAutoHyphens/>
        <w:ind w:left="360"/>
        <w:jc w:val="both"/>
        <w:rPr>
          <w:kern w:val="1"/>
          <w:szCs w:val="20"/>
          <w:lang w:eastAsia="ar-SA"/>
        </w:rPr>
      </w:pPr>
      <w:r>
        <w:rPr>
          <w:kern w:val="1"/>
          <w:szCs w:val="20"/>
          <w:lang w:eastAsia="ar-SA"/>
        </w:rPr>
        <w:t>tähtae</w:t>
      </w:r>
      <w:r w:rsidRPr="000E6369">
        <w:rPr>
          <w:kern w:val="1"/>
          <w:szCs w:val="20"/>
          <w:lang w:eastAsia="ar-SA"/>
        </w:rPr>
        <w:t xml:space="preserve">g </w:t>
      </w:r>
      <w:r w:rsidR="00F31064">
        <w:rPr>
          <w:kern w:val="1"/>
          <w:szCs w:val="20"/>
          <w:lang w:eastAsia="ar-SA"/>
        </w:rPr>
        <w:t>4</w:t>
      </w:r>
      <w:r w:rsidRPr="000E6369">
        <w:rPr>
          <w:kern w:val="1"/>
          <w:szCs w:val="20"/>
          <w:lang w:eastAsia="ar-SA"/>
        </w:rPr>
        <w:t xml:space="preserve"> kuu</w:t>
      </w:r>
      <w:r w:rsidR="000E6369">
        <w:rPr>
          <w:kern w:val="1"/>
          <w:szCs w:val="20"/>
          <w:lang w:eastAsia="ar-SA"/>
        </w:rPr>
        <w:t>d</w:t>
      </w:r>
      <w:r w:rsidR="004667D1">
        <w:rPr>
          <w:kern w:val="1"/>
          <w:szCs w:val="20"/>
          <w:lang w:eastAsia="ar-SA"/>
        </w:rPr>
        <w:t xml:space="preserve">( </w:t>
      </w:r>
      <w:r w:rsidR="007C5434">
        <w:rPr>
          <w:kern w:val="1"/>
          <w:szCs w:val="20"/>
          <w:lang w:eastAsia="ar-SA"/>
        </w:rPr>
        <w:t>20.10.2024)</w:t>
      </w:r>
      <w:r w:rsidRPr="005B52CD">
        <w:rPr>
          <w:kern w:val="1"/>
          <w:szCs w:val="20"/>
          <w:lang w:eastAsia="ar-SA"/>
        </w:rPr>
        <w:t xml:space="preserve"> peale lepingu allkirjastamist</w:t>
      </w:r>
      <w:r w:rsidRPr="00100752">
        <w:rPr>
          <w:kern w:val="1"/>
          <w:szCs w:val="20"/>
          <w:lang w:eastAsia="ar-SA"/>
        </w:rPr>
        <w:t xml:space="preserve"> 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C9A79E4"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w:t>
      </w:r>
      <w:r w:rsidR="00AF46DA">
        <w:rPr>
          <w:b/>
          <w:bCs/>
          <w:kern w:val="1"/>
          <w:szCs w:val="20"/>
          <w:lang w:eastAsia="ar-SA"/>
        </w:rPr>
        <w:t>Tööprojekt</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6C6CFD5D" w:rsidR="00D33785" w:rsidRPr="00100752" w:rsidRDefault="00D33785" w:rsidP="00D33785">
      <w:pPr>
        <w:suppressAutoHyphens/>
        <w:spacing w:after="120"/>
        <w:ind w:left="357"/>
        <w:jc w:val="both"/>
        <w:rPr>
          <w:kern w:val="1"/>
          <w:szCs w:val="20"/>
          <w:lang w:eastAsia="ar-SA"/>
        </w:rPr>
      </w:pPr>
      <w:r w:rsidRPr="00100752">
        <w:rPr>
          <w:kern w:val="1"/>
          <w:szCs w:val="20"/>
          <w:lang w:eastAsia="ar-SA"/>
        </w:rPr>
        <w:t xml:space="preserve">maksumus </w:t>
      </w:r>
      <w:r w:rsidR="007C5434">
        <w:rPr>
          <w:kern w:val="1"/>
          <w:szCs w:val="20"/>
          <w:lang w:eastAsia="ar-SA"/>
        </w:rPr>
        <w:t xml:space="preserve">5820,00 </w:t>
      </w:r>
      <w:r w:rsidRPr="00100752">
        <w:rPr>
          <w:kern w:val="1"/>
          <w:szCs w:val="20"/>
          <w:lang w:eastAsia="ar-SA"/>
        </w:rPr>
        <w:t>eurot</w:t>
      </w:r>
      <w:r w:rsidR="00301D54">
        <w:rPr>
          <w:kern w:val="1"/>
          <w:szCs w:val="20"/>
          <w:lang w:eastAsia="ar-SA"/>
        </w:rPr>
        <w:t>, millele lisandub käibemaks</w:t>
      </w:r>
      <w:r w:rsidRPr="00100752">
        <w:rPr>
          <w:kern w:val="1"/>
          <w:szCs w:val="20"/>
          <w:lang w:eastAsia="ar-SA"/>
        </w:rPr>
        <w:t>;</w:t>
      </w:r>
    </w:p>
    <w:p w14:paraId="225B2E04" w14:textId="27702E61" w:rsidR="00D33785" w:rsidRPr="00100752" w:rsidRDefault="00D33785" w:rsidP="00D33785">
      <w:pPr>
        <w:suppressAutoHyphens/>
        <w:ind w:left="360"/>
        <w:jc w:val="both"/>
        <w:rPr>
          <w:kern w:val="1"/>
          <w:szCs w:val="20"/>
          <w:lang w:eastAsia="ar-SA"/>
        </w:rPr>
      </w:pPr>
      <w:r w:rsidRPr="000E6369">
        <w:rPr>
          <w:kern w:val="1"/>
          <w:szCs w:val="20"/>
          <w:lang w:eastAsia="ar-SA"/>
        </w:rPr>
        <w:t xml:space="preserve">tähtaeg </w:t>
      </w:r>
      <w:r w:rsidR="007C5434">
        <w:rPr>
          <w:kern w:val="1"/>
          <w:szCs w:val="20"/>
          <w:lang w:eastAsia="ar-SA"/>
        </w:rPr>
        <w:t>6</w:t>
      </w:r>
      <w:r w:rsidRPr="000E6369">
        <w:rPr>
          <w:kern w:val="1"/>
          <w:szCs w:val="20"/>
          <w:lang w:eastAsia="ar-SA"/>
        </w:rPr>
        <w:t xml:space="preserve"> kuud</w:t>
      </w:r>
      <w:r w:rsidR="00DA4003">
        <w:rPr>
          <w:kern w:val="1"/>
          <w:szCs w:val="20"/>
          <w:lang w:eastAsia="ar-SA"/>
        </w:rPr>
        <w:t xml:space="preserve"> (20.12.2024)</w:t>
      </w:r>
      <w:r w:rsidRPr="00100752">
        <w:rPr>
          <w:kern w:val="1"/>
          <w:szCs w:val="20"/>
          <w:lang w:eastAsia="ar-SA"/>
        </w:rPr>
        <w:t xml:space="preserve"> peale lepingu allkirjastamist 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432B38B2"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w:t>
      </w:r>
      <w:r w:rsidR="000360D3">
        <w:rPr>
          <w:kern w:val="1"/>
          <w:szCs w:val="20"/>
          <w:lang w:eastAsia="ar-SA"/>
        </w:rPr>
        <w:t>9700,00</w:t>
      </w:r>
      <w:r w:rsidRPr="00100752">
        <w:rPr>
          <w:kern w:val="1"/>
          <w:szCs w:val="20"/>
          <w:lang w:eastAsia="ar-SA"/>
        </w:rPr>
        <w:t xml:space="preserve">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2C708BFF" w:rsidR="00D33785" w:rsidRPr="00007B53" w:rsidRDefault="002570CC" w:rsidP="00D33785">
      <w:pPr>
        <w:tabs>
          <w:tab w:val="left" w:pos="0"/>
        </w:tabs>
        <w:suppressAutoHyphens/>
        <w:jc w:val="both"/>
        <w:rPr>
          <w:kern w:val="1"/>
          <w:szCs w:val="20"/>
          <w:lang w:eastAsia="ar-SA"/>
        </w:rPr>
      </w:pPr>
      <w:r>
        <w:rPr>
          <w:kern w:val="1"/>
          <w:szCs w:val="20"/>
          <w:lang w:eastAsia="ar-SA"/>
        </w:rPr>
        <w:t xml:space="preserve">Indrek Himmist </w:t>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Pr>
          <w:kern w:val="1"/>
          <w:szCs w:val="20"/>
          <w:lang w:eastAsia="ar-SA"/>
        </w:rPr>
        <w:t>Aili Küttim</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9"/>
      <w:headerReference w:type="default" r:id="rId10"/>
      <w:headerReference w:type="first" r:id="rId11"/>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4DC3A" w14:textId="77777777" w:rsidR="00B662B0" w:rsidRDefault="00B662B0">
      <w:r>
        <w:separator/>
      </w:r>
    </w:p>
  </w:endnote>
  <w:endnote w:type="continuationSeparator" w:id="0">
    <w:p w14:paraId="29394321" w14:textId="77777777" w:rsidR="00B662B0" w:rsidRDefault="00B6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85AE6" w14:textId="77777777" w:rsidR="00B662B0" w:rsidRDefault="00B662B0">
      <w:r>
        <w:separator/>
      </w:r>
    </w:p>
  </w:footnote>
  <w:footnote w:type="continuationSeparator" w:id="0">
    <w:p w14:paraId="2447051A" w14:textId="77777777" w:rsidR="00B662B0" w:rsidRDefault="00B66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61286" w14:textId="77777777" w:rsidR="004B4B36" w:rsidRDefault="00207F13" w:rsidP="004B4B36">
    <w:pPr>
      <w:pStyle w:val="Pis"/>
    </w:pPr>
    <w:r>
      <w:t xml:space="preserve">RMK hange: </w:t>
    </w:r>
    <w:r w:rsidR="004B4B36">
      <w:t>Elistvere loomapargi parkla ja kompostala (Osa 1), Palli telkimisala (Osa 2) ning Viru raba õpperaja parkla väikevormide (Osa 3) projekteerimistööd</w:t>
    </w:r>
  </w:p>
  <w:p w14:paraId="6C27B858" w14:textId="7CE14AE2" w:rsidR="00207F13" w:rsidRDefault="004B4B36" w:rsidP="004B4B36">
    <w:pPr>
      <w:pStyle w:val="Pis"/>
    </w:pPr>
    <w:r>
      <w:t>Viitenumber: 280061</w:t>
    </w:r>
    <w:r w:rsidR="00993CF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203F"/>
    <w:rsid w:val="000236BA"/>
    <w:rsid w:val="0002466A"/>
    <w:rsid w:val="00033016"/>
    <w:rsid w:val="000360D3"/>
    <w:rsid w:val="000610B0"/>
    <w:rsid w:val="000610E8"/>
    <w:rsid w:val="00070E9C"/>
    <w:rsid w:val="000828A2"/>
    <w:rsid w:val="00085CAD"/>
    <w:rsid w:val="00090AEC"/>
    <w:rsid w:val="00092649"/>
    <w:rsid w:val="00093F12"/>
    <w:rsid w:val="000B24B2"/>
    <w:rsid w:val="000B25CA"/>
    <w:rsid w:val="000B6C5B"/>
    <w:rsid w:val="000C52F9"/>
    <w:rsid w:val="000E6369"/>
    <w:rsid w:val="000F573A"/>
    <w:rsid w:val="00100752"/>
    <w:rsid w:val="00117F0D"/>
    <w:rsid w:val="001222F1"/>
    <w:rsid w:val="00130781"/>
    <w:rsid w:val="0013309B"/>
    <w:rsid w:val="0013352E"/>
    <w:rsid w:val="00146AF6"/>
    <w:rsid w:val="00163203"/>
    <w:rsid w:val="0016496E"/>
    <w:rsid w:val="00167A52"/>
    <w:rsid w:val="001734FD"/>
    <w:rsid w:val="00180E85"/>
    <w:rsid w:val="00187866"/>
    <w:rsid w:val="00192B03"/>
    <w:rsid w:val="001D3892"/>
    <w:rsid w:val="001D77EE"/>
    <w:rsid w:val="001E6A44"/>
    <w:rsid w:val="001F775C"/>
    <w:rsid w:val="00207F13"/>
    <w:rsid w:val="0021322F"/>
    <w:rsid w:val="00222E23"/>
    <w:rsid w:val="002437D4"/>
    <w:rsid w:val="0025108B"/>
    <w:rsid w:val="00252E87"/>
    <w:rsid w:val="002570CC"/>
    <w:rsid w:val="002646D4"/>
    <w:rsid w:val="00272DA6"/>
    <w:rsid w:val="0027651B"/>
    <w:rsid w:val="002778DF"/>
    <w:rsid w:val="0029343E"/>
    <w:rsid w:val="00294162"/>
    <w:rsid w:val="002B20A0"/>
    <w:rsid w:val="002D2647"/>
    <w:rsid w:val="002E3ABA"/>
    <w:rsid w:val="003007F8"/>
    <w:rsid w:val="00301D54"/>
    <w:rsid w:val="00303665"/>
    <w:rsid w:val="00311242"/>
    <w:rsid w:val="00312480"/>
    <w:rsid w:val="00321530"/>
    <w:rsid w:val="00323B94"/>
    <w:rsid w:val="0033099A"/>
    <w:rsid w:val="00334452"/>
    <w:rsid w:val="00337FC6"/>
    <w:rsid w:val="0035627B"/>
    <w:rsid w:val="0037187B"/>
    <w:rsid w:val="003731BF"/>
    <w:rsid w:val="00377D65"/>
    <w:rsid w:val="003B3FCC"/>
    <w:rsid w:val="003C70DA"/>
    <w:rsid w:val="003D1FD3"/>
    <w:rsid w:val="003D4F57"/>
    <w:rsid w:val="003D60F3"/>
    <w:rsid w:val="003F26F1"/>
    <w:rsid w:val="003F631D"/>
    <w:rsid w:val="00402796"/>
    <w:rsid w:val="0040704F"/>
    <w:rsid w:val="00437D85"/>
    <w:rsid w:val="00443B42"/>
    <w:rsid w:val="004667D1"/>
    <w:rsid w:val="00474CCC"/>
    <w:rsid w:val="0048584E"/>
    <w:rsid w:val="004B4B36"/>
    <w:rsid w:val="004C5858"/>
    <w:rsid w:val="004F3FE6"/>
    <w:rsid w:val="00551773"/>
    <w:rsid w:val="00597F16"/>
    <w:rsid w:val="005B1C24"/>
    <w:rsid w:val="005B1E80"/>
    <w:rsid w:val="005D6C7E"/>
    <w:rsid w:val="005E0033"/>
    <w:rsid w:val="005F3F19"/>
    <w:rsid w:val="0061474F"/>
    <w:rsid w:val="00615BEA"/>
    <w:rsid w:val="00616409"/>
    <w:rsid w:val="00620B4E"/>
    <w:rsid w:val="00634FF0"/>
    <w:rsid w:val="00662208"/>
    <w:rsid w:val="006669FD"/>
    <w:rsid w:val="006725E5"/>
    <w:rsid w:val="00672EAA"/>
    <w:rsid w:val="006756AF"/>
    <w:rsid w:val="00681E56"/>
    <w:rsid w:val="006833CD"/>
    <w:rsid w:val="00687CD8"/>
    <w:rsid w:val="006921B3"/>
    <w:rsid w:val="006943AB"/>
    <w:rsid w:val="006B6A81"/>
    <w:rsid w:val="006C23CE"/>
    <w:rsid w:val="006F20A8"/>
    <w:rsid w:val="006F38A6"/>
    <w:rsid w:val="00701EC5"/>
    <w:rsid w:val="00705EDC"/>
    <w:rsid w:val="00720C5F"/>
    <w:rsid w:val="007337BF"/>
    <w:rsid w:val="007548FE"/>
    <w:rsid w:val="0075493F"/>
    <w:rsid w:val="00764935"/>
    <w:rsid w:val="0076689E"/>
    <w:rsid w:val="00770519"/>
    <w:rsid w:val="00772CAB"/>
    <w:rsid w:val="00773719"/>
    <w:rsid w:val="007926C9"/>
    <w:rsid w:val="00793C2D"/>
    <w:rsid w:val="007C4EDC"/>
    <w:rsid w:val="007C5434"/>
    <w:rsid w:val="007C58DC"/>
    <w:rsid w:val="007D392A"/>
    <w:rsid w:val="008071A6"/>
    <w:rsid w:val="0081346C"/>
    <w:rsid w:val="00831570"/>
    <w:rsid w:val="00840C09"/>
    <w:rsid w:val="008633AC"/>
    <w:rsid w:val="00867887"/>
    <w:rsid w:val="00874288"/>
    <w:rsid w:val="00887B9B"/>
    <w:rsid w:val="00891ED1"/>
    <w:rsid w:val="00895B8C"/>
    <w:rsid w:val="00896385"/>
    <w:rsid w:val="008A43C7"/>
    <w:rsid w:val="008B1F2F"/>
    <w:rsid w:val="008C0E08"/>
    <w:rsid w:val="008D4A53"/>
    <w:rsid w:val="008E55EB"/>
    <w:rsid w:val="008E5715"/>
    <w:rsid w:val="008F0566"/>
    <w:rsid w:val="008F77DA"/>
    <w:rsid w:val="009126C5"/>
    <w:rsid w:val="00925E1C"/>
    <w:rsid w:val="009267C2"/>
    <w:rsid w:val="00927A44"/>
    <w:rsid w:val="00943DB2"/>
    <w:rsid w:val="00962F05"/>
    <w:rsid w:val="00964FDB"/>
    <w:rsid w:val="00981969"/>
    <w:rsid w:val="00991DD6"/>
    <w:rsid w:val="00993CFA"/>
    <w:rsid w:val="009A75D1"/>
    <w:rsid w:val="009B6662"/>
    <w:rsid w:val="009C2AB5"/>
    <w:rsid w:val="009D1CED"/>
    <w:rsid w:val="009E4534"/>
    <w:rsid w:val="009E64A1"/>
    <w:rsid w:val="009E727A"/>
    <w:rsid w:val="00A1479A"/>
    <w:rsid w:val="00A15311"/>
    <w:rsid w:val="00A15D1F"/>
    <w:rsid w:val="00A164C6"/>
    <w:rsid w:val="00A24037"/>
    <w:rsid w:val="00A24385"/>
    <w:rsid w:val="00A25836"/>
    <w:rsid w:val="00A262AF"/>
    <w:rsid w:val="00A420E5"/>
    <w:rsid w:val="00A506C6"/>
    <w:rsid w:val="00A53EDF"/>
    <w:rsid w:val="00A54A8B"/>
    <w:rsid w:val="00A858A3"/>
    <w:rsid w:val="00AC6140"/>
    <w:rsid w:val="00AE027C"/>
    <w:rsid w:val="00AE4593"/>
    <w:rsid w:val="00AE45F0"/>
    <w:rsid w:val="00AF46DA"/>
    <w:rsid w:val="00B02111"/>
    <w:rsid w:val="00B1136F"/>
    <w:rsid w:val="00B22127"/>
    <w:rsid w:val="00B34139"/>
    <w:rsid w:val="00B36EC8"/>
    <w:rsid w:val="00B47672"/>
    <w:rsid w:val="00B662B0"/>
    <w:rsid w:val="00B849BE"/>
    <w:rsid w:val="00B90A21"/>
    <w:rsid w:val="00B97297"/>
    <w:rsid w:val="00B97815"/>
    <w:rsid w:val="00BA0F84"/>
    <w:rsid w:val="00BA6375"/>
    <w:rsid w:val="00BC7FD0"/>
    <w:rsid w:val="00BF5D64"/>
    <w:rsid w:val="00C10513"/>
    <w:rsid w:val="00C11329"/>
    <w:rsid w:val="00C37434"/>
    <w:rsid w:val="00C417F3"/>
    <w:rsid w:val="00C553CC"/>
    <w:rsid w:val="00C5662F"/>
    <w:rsid w:val="00C63BFE"/>
    <w:rsid w:val="00C677AC"/>
    <w:rsid w:val="00CA3076"/>
    <w:rsid w:val="00CB0220"/>
    <w:rsid w:val="00CD2D1E"/>
    <w:rsid w:val="00CD48A2"/>
    <w:rsid w:val="00CD52E7"/>
    <w:rsid w:val="00CD67FC"/>
    <w:rsid w:val="00CE2217"/>
    <w:rsid w:val="00CE4463"/>
    <w:rsid w:val="00CF0B08"/>
    <w:rsid w:val="00D00DD0"/>
    <w:rsid w:val="00D07E0A"/>
    <w:rsid w:val="00D322AC"/>
    <w:rsid w:val="00D33785"/>
    <w:rsid w:val="00D34B46"/>
    <w:rsid w:val="00D37E26"/>
    <w:rsid w:val="00D42A8F"/>
    <w:rsid w:val="00D7447A"/>
    <w:rsid w:val="00D86A3C"/>
    <w:rsid w:val="00D90FD5"/>
    <w:rsid w:val="00DA4003"/>
    <w:rsid w:val="00DA46CA"/>
    <w:rsid w:val="00DC7FDF"/>
    <w:rsid w:val="00DD3DF9"/>
    <w:rsid w:val="00DD6D16"/>
    <w:rsid w:val="00DE0752"/>
    <w:rsid w:val="00DE2A44"/>
    <w:rsid w:val="00DE5300"/>
    <w:rsid w:val="00E22664"/>
    <w:rsid w:val="00E24DA2"/>
    <w:rsid w:val="00E32DB2"/>
    <w:rsid w:val="00E36FA4"/>
    <w:rsid w:val="00E51C60"/>
    <w:rsid w:val="00E61950"/>
    <w:rsid w:val="00E74ACF"/>
    <w:rsid w:val="00E82AE4"/>
    <w:rsid w:val="00E85A15"/>
    <w:rsid w:val="00EA4B8C"/>
    <w:rsid w:val="00EA5BE0"/>
    <w:rsid w:val="00EB6E1F"/>
    <w:rsid w:val="00EC3CBD"/>
    <w:rsid w:val="00ED0D25"/>
    <w:rsid w:val="00ED2357"/>
    <w:rsid w:val="00EE29F4"/>
    <w:rsid w:val="00EE3C2F"/>
    <w:rsid w:val="00EE5EC3"/>
    <w:rsid w:val="00EF3CCA"/>
    <w:rsid w:val="00F31064"/>
    <w:rsid w:val="00F62E72"/>
    <w:rsid w:val="00F734BD"/>
    <w:rsid w:val="00F85E41"/>
    <w:rsid w:val="00F87CF6"/>
    <w:rsid w:val="00F91FEA"/>
    <w:rsid w:val="00FA24E8"/>
    <w:rsid w:val="00FB4929"/>
    <w:rsid w:val="00FB7B64"/>
    <w:rsid w:val="00FF24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 w:type="character" w:styleId="Hperlink">
    <w:name w:val="Hyperlink"/>
    <w:basedOn w:val="Liguvaikefont"/>
    <w:unhideWhenUsed/>
    <w:rsid w:val="0002203F"/>
    <w:rPr>
      <w:color w:val="0000FF" w:themeColor="hyperlink"/>
      <w:u w:val="single"/>
    </w:rPr>
  </w:style>
  <w:style w:type="character" w:styleId="Lahendamatamainimine">
    <w:name w:val="Unresolved Mention"/>
    <w:basedOn w:val="Liguvaikefont"/>
    <w:uiPriority w:val="99"/>
    <w:semiHidden/>
    <w:unhideWhenUsed/>
    <w:rsid w:val="000220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lar.soonik@rmk.e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201BD4"/>
    <w:rsid w:val="002818F2"/>
    <w:rsid w:val="004F6268"/>
    <w:rsid w:val="005517D4"/>
    <w:rsid w:val="00633CDA"/>
    <w:rsid w:val="00964FDB"/>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97</TotalTime>
  <Pages>5</Pages>
  <Words>1446</Words>
  <Characters>11169</Characters>
  <Application>Microsoft Office Word</Application>
  <DocSecurity>0</DocSecurity>
  <Lines>93</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Indrek Himmist</cp:lastModifiedBy>
  <cp:revision>47</cp:revision>
  <cp:lastPrinted>1900-12-31T22:00:00Z</cp:lastPrinted>
  <dcterms:created xsi:type="dcterms:W3CDTF">2024-06-14T06:56:00Z</dcterms:created>
  <dcterms:modified xsi:type="dcterms:W3CDTF">2024-06-26T12:16:00Z</dcterms:modified>
</cp:coreProperties>
</file>